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01A" w:rsidRPr="00A2746F" w:rsidRDefault="00CA2E81" w:rsidP="0077701A">
      <w:pPr>
        <w:autoSpaceDE w:val="0"/>
        <w:autoSpaceDN w:val="0"/>
        <w:adjustRightInd w:val="0"/>
        <w:spacing w:after="0" w:line="240" w:lineRule="auto"/>
        <w:rPr>
          <w:rFonts w:ascii="Times New Roman" w:hAnsi="Times New Roman"/>
          <w:b/>
          <w:sz w:val="24"/>
          <w:szCs w:val="24"/>
        </w:rPr>
      </w:pPr>
      <w:r w:rsidRPr="00A2746F">
        <w:rPr>
          <w:rFonts w:ascii="Times New Roman" w:hAnsi="Times New Roman"/>
          <w:b/>
          <w:sz w:val="24"/>
          <w:szCs w:val="24"/>
        </w:rPr>
        <w:t>Problem 1</w:t>
      </w:r>
      <w:r w:rsidR="0077701A" w:rsidRPr="00A2746F">
        <w:rPr>
          <w:rFonts w:ascii="Times New Roman" w:hAnsi="Times New Roman"/>
          <w:b/>
          <w:sz w:val="24"/>
          <w:szCs w:val="24"/>
        </w:rPr>
        <w:t>.1C</w:t>
      </w:r>
    </w:p>
    <w:p w:rsidR="0077701A" w:rsidRDefault="0077701A" w:rsidP="0077701A">
      <w:pPr>
        <w:autoSpaceDE w:val="0"/>
        <w:autoSpaceDN w:val="0"/>
        <w:adjustRightInd w:val="0"/>
        <w:spacing w:after="0" w:line="240" w:lineRule="auto"/>
        <w:rPr>
          <w:rFonts w:ascii="Times New Roman" w:hAnsi="Times New Roman"/>
          <w:b/>
          <w:bCs/>
          <w:color w:val="00FFFF"/>
          <w:sz w:val="24"/>
          <w:szCs w:val="19"/>
        </w:rPr>
      </w:pPr>
    </w:p>
    <w:p w:rsidR="00EB6C6E" w:rsidRPr="0077701A" w:rsidRDefault="0077701A">
      <w:pPr>
        <w:rPr>
          <w:rFonts w:ascii="Times New Roman" w:hAnsi="Times New Roman"/>
          <w:sz w:val="24"/>
          <w:szCs w:val="24"/>
        </w:rPr>
      </w:pPr>
      <w:r w:rsidRPr="0077701A">
        <w:rPr>
          <w:rFonts w:ascii="Times New Roman" w:hAnsi="Times New Roman"/>
          <w:color w:val="000000"/>
          <w:sz w:val="24"/>
          <w:szCs w:val="19"/>
        </w:rPr>
        <w:t>Why does a bicyclist pick up speed on a downhill</w:t>
      </w:r>
      <w:r>
        <w:rPr>
          <w:rFonts w:ascii="Times New Roman" w:hAnsi="Times New Roman"/>
          <w:color w:val="000000"/>
          <w:sz w:val="24"/>
          <w:szCs w:val="19"/>
        </w:rPr>
        <w:t xml:space="preserve"> </w:t>
      </w:r>
      <w:r w:rsidRPr="0077701A">
        <w:rPr>
          <w:rFonts w:ascii="Times New Roman" w:hAnsi="Times New Roman"/>
          <w:color w:val="000000"/>
          <w:sz w:val="24"/>
          <w:szCs w:val="19"/>
        </w:rPr>
        <w:t>road even when he is not pedaling? Does this violate the conservation</w:t>
      </w:r>
      <w:r>
        <w:rPr>
          <w:rFonts w:ascii="Times New Roman" w:hAnsi="Times New Roman"/>
          <w:color w:val="000000"/>
          <w:sz w:val="24"/>
          <w:szCs w:val="19"/>
        </w:rPr>
        <w:t xml:space="preserve"> </w:t>
      </w:r>
      <w:r w:rsidRPr="0077701A">
        <w:rPr>
          <w:rFonts w:ascii="Times New Roman" w:hAnsi="Times New Roman"/>
          <w:color w:val="000000"/>
          <w:sz w:val="24"/>
          <w:szCs w:val="19"/>
        </w:rPr>
        <w:t>of energy principle?</w:t>
      </w:r>
      <w:r>
        <w:rPr>
          <w:rFonts w:ascii="Times New Roman" w:hAnsi="Times New Roman"/>
          <w:sz w:val="24"/>
          <w:szCs w:val="20"/>
        </w:rPr>
        <w:t xml:space="preserve"> </w:t>
      </w:r>
    </w:p>
    <w:sectPr w:rsidR="00EB6C6E" w:rsidRPr="0077701A" w:rsidSect="00732C8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5D23" w:rsidRDefault="00865D23" w:rsidP="00B8145D">
      <w:pPr>
        <w:spacing w:after="0" w:line="240" w:lineRule="auto"/>
      </w:pPr>
      <w:r>
        <w:separator/>
      </w:r>
    </w:p>
  </w:endnote>
  <w:endnote w:type="continuationSeparator" w:id="0">
    <w:p w:rsidR="00865D23" w:rsidRDefault="00865D23" w:rsidP="00B814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46F" w:rsidRPr="00A2746F" w:rsidRDefault="00A2746F" w:rsidP="00A2746F">
    <w:pPr>
      <w:tabs>
        <w:tab w:val="center" w:pos="4680"/>
        <w:tab w:val="right" w:pos="9360"/>
      </w:tabs>
      <w:spacing w:after="0" w:line="240" w:lineRule="auto"/>
      <w:rPr>
        <w:rFonts w:ascii="Times New Roman" w:eastAsia="Times New Roman" w:hAnsi="Times New Roman"/>
        <w:bCs/>
        <w:sz w:val="20"/>
        <w:szCs w:val="20"/>
        <w:lang w:bidi="en-US"/>
      </w:rPr>
    </w:pPr>
    <w:r w:rsidRPr="00A2746F">
      <w:rPr>
        <w:rFonts w:ascii="Times New Roman" w:eastAsia="Times New Roman" w:hAnsi="Times New Roman"/>
        <w:bCs/>
        <w:sz w:val="20"/>
        <w:szCs w:val="20"/>
        <w:lang w:bidi="en-US"/>
      </w:rPr>
      <w:t>Copyright © McGraw-Hill Education.  This is proprietary material solely for authorized instructor use. Not authorized for sale or distribution in any manner.  This document may not be copied, scanned, duplicated, forwarded, distributed, or posted on a website, in whole or part.</w:t>
    </w:r>
  </w:p>
  <w:p w:rsidR="00B8145D" w:rsidRPr="00A2746F" w:rsidRDefault="00B8145D" w:rsidP="00A2746F">
    <w:pPr>
      <w:pStyle w:val="Footer"/>
      <w:rPr>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5D23" w:rsidRDefault="00865D23" w:rsidP="00B8145D">
      <w:pPr>
        <w:spacing w:after="0" w:line="240" w:lineRule="auto"/>
      </w:pPr>
      <w:r>
        <w:separator/>
      </w:r>
    </w:p>
  </w:footnote>
  <w:footnote w:type="continuationSeparator" w:id="0">
    <w:p w:rsidR="00865D23" w:rsidRDefault="00865D23" w:rsidP="00B814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924"/>
    <w:multiLevelType w:val="singleLevel"/>
    <w:tmpl w:val="15B07DAA"/>
    <w:lvl w:ilvl="0">
      <w:start w:val="1"/>
      <w:numFmt w:val="lowerLetter"/>
      <w:lvlText w:val="(%1)"/>
      <w:lvlJc w:val="left"/>
      <w:pPr>
        <w:tabs>
          <w:tab w:val="num" w:pos="600"/>
        </w:tabs>
        <w:ind w:left="600" w:hanging="360"/>
      </w:pPr>
      <w:rPr>
        <w:rFonts w:hint="default"/>
      </w:rPr>
    </w:lvl>
  </w:abstractNum>
  <w:abstractNum w:abstractNumId="1">
    <w:nsid w:val="3EB039B5"/>
    <w:multiLevelType w:val="singleLevel"/>
    <w:tmpl w:val="0F58DFBE"/>
    <w:lvl w:ilvl="0">
      <w:start w:val="1"/>
      <w:numFmt w:val="lowerLetter"/>
      <w:lvlText w:val="(%1)"/>
      <w:lvlJc w:val="left"/>
      <w:pPr>
        <w:tabs>
          <w:tab w:val="num" w:pos="600"/>
        </w:tabs>
        <w:ind w:left="60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20"/>
  <w:characterSpacingControl w:val="doNotCompress"/>
  <w:footnotePr>
    <w:footnote w:id="-1"/>
    <w:footnote w:id="0"/>
  </w:footnotePr>
  <w:endnotePr>
    <w:endnote w:id="-1"/>
    <w:endnote w:id="0"/>
  </w:endnotePr>
  <w:compat/>
  <w:rsids>
    <w:rsidRoot w:val="00865D23"/>
    <w:rsid w:val="0001496B"/>
    <w:rsid w:val="00027B1F"/>
    <w:rsid w:val="00076748"/>
    <w:rsid w:val="000C00C9"/>
    <w:rsid w:val="000F09C6"/>
    <w:rsid w:val="001026C1"/>
    <w:rsid w:val="001236F6"/>
    <w:rsid w:val="00153F19"/>
    <w:rsid w:val="00180780"/>
    <w:rsid w:val="00197E0B"/>
    <w:rsid w:val="001C46FF"/>
    <w:rsid w:val="00206D78"/>
    <w:rsid w:val="00230164"/>
    <w:rsid w:val="002A70C8"/>
    <w:rsid w:val="002D506D"/>
    <w:rsid w:val="002D7FDF"/>
    <w:rsid w:val="00310672"/>
    <w:rsid w:val="003B671F"/>
    <w:rsid w:val="004009C3"/>
    <w:rsid w:val="00425BF7"/>
    <w:rsid w:val="00433055"/>
    <w:rsid w:val="00491ADD"/>
    <w:rsid w:val="005456B1"/>
    <w:rsid w:val="005474E7"/>
    <w:rsid w:val="00574BEA"/>
    <w:rsid w:val="005F18E5"/>
    <w:rsid w:val="0067737B"/>
    <w:rsid w:val="00684E7A"/>
    <w:rsid w:val="006A38B0"/>
    <w:rsid w:val="006C3DE2"/>
    <w:rsid w:val="00732C80"/>
    <w:rsid w:val="00752F5B"/>
    <w:rsid w:val="00771C39"/>
    <w:rsid w:val="00772BEC"/>
    <w:rsid w:val="0077701A"/>
    <w:rsid w:val="008315B9"/>
    <w:rsid w:val="00865D23"/>
    <w:rsid w:val="00871E37"/>
    <w:rsid w:val="008A057A"/>
    <w:rsid w:val="008E7DA1"/>
    <w:rsid w:val="00945824"/>
    <w:rsid w:val="00972759"/>
    <w:rsid w:val="009A30B3"/>
    <w:rsid w:val="00A24B33"/>
    <w:rsid w:val="00A2746F"/>
    <w:rsid w:val="00A67BE8"/>
    <w:rsid w:val="00A82309"/>
    <w:rsid w:val="00A841DF"/>
    <w:rsid w:val="00AE7795"/>
    <w:rsid w:val="00B4297D"/>
    <w:rsid w:val="00B8047E"/>
    <w:rsid w:val="00B8145D"/>
    <w:rsid w:val="00C04876"/>
    <w:rsid w:val="00C07EEE"/>
    <w:rsid w:val="00C10612"/>
    <w:rsid w:val="00CA2E81"/>
    <w:rsid w:val="00D64378"/>
    <w:rsid w:val="00D92AA6"/>
    <w:rsid w:val="00DA6541"/>
    <w:rsid w:val="00DB4131"/>
    <w:rsid w:val="00E00BD2"/>
    <w:rsid w:val="00E05648"/>
    <w:rsid w:val="00E244DC"/>
    <w:rsid w:val="00E4573E"/>
    <w:rsid w:val="00E6232D"/>
    <w:rsid w:val="00E96E0F"/>
    <w:rsid w:val="00EB6C6E"/>
    <w:rsid w:val="00ED7456"/>
    <w:rsid w:val="00F369A7"/>
    <w:rsid w:val="00F40B14"/>
    <w:rsid w:val="00F54670"/>
    <w:rsid w:val="00FE51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C8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814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145D"/>
  </w:style>
  <w:style w:type="paragraph" w:styleId="Footer">
    <w:name w:val="footer"/>
    <w:basedOn w:val="Normal"/>
    <w:link w:val="FooterChar"/>
    <w:uiPriority w:val="99"/>
    <w:semiHidden/>
    <w:unhideWhenUsed/>
    <w:rsid w:val="00B814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8145D"/>
  </w:style>
</w:styles>
</file>

<file path=word/webSettings.xml><?xml version="1.0" encoding="utf-8"?>
<w:webSettings xmlns:r="http://schemas.openxmlformats.org/officeDocument/2006/relationships" xmlns:w="http://schemas.openxmlformats.org/wordprocessingml/2006/main">
  <w:divs>
    <w:div w:id="10330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wt\AppData\Roaming\Microsoft\Templates\CengelPro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CengelProb.dot</Template>
  <TotalTime>7</TotalTime>
  <Pages>1</Pages>
  <Words>23</Words>
  <Characters>132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N Perdue</dc:creator>
  <cp:lastModifiedBy>James N Perdue</cp:lastModifiedBy>
  <cp:revision>2</cp:revision>
  <dcterms:created xsi:type="dcterms:W3CDTF">2016-01-25T17:51:00Z</dcterms:created>
  <dcterms:modified xsi:type="dcterms:W3CDTF">2016-01-25T17:51:00Z</dcterms:modified>
</cp:coreProperties>
</file>